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616" w:rsidRPr="006D7FFA" w:rsidRDefault="005F4616" w:rsidP="001705E3">
      <w:pPr>
        <w:spacing w:after="0" w:line="240" w:lineRule="auto"/>
        <w:jc w:val="center"/>
        <w:rPr>
          <w:rFonts w:ascii="Georgia" w:hAnsi="Georgia" w:cs="Georgia"/>
          <w:b/>
          <w:bCs/>
          <w:sz w:val="32"/>
          <w:szCs w:val="32"/>
        </w:rPr>
      </w:pPr>
      <w:r>
        <w:rPr>
          <w:rFonts w:ascii="Georgia" w:hAnsi="Georgia" w:cs="Georgia"/>
          <w:b/>
          <w:bCs/>
          <w:sz w:val="32"/>
          <w:szCs w:val="32"/>
        </w:rPr>
        <w:t>How to Find Time to Do Things You Want despite Your Busy Schedule</w:t>
      </w:r>
    </w:p>
    <w:p w:rsidR="005F4616" w:rsidRPr="006D7FFA" w:rsidRDefault="005F4616" w:rsidP="001705E3">
      <w:pPr>
        <w:spacing w:after="0" w:line="240" w:lineRule="auto"/>
        <w:jc w:val="center"/>
        <w:rPr>
          <w:rFonts w:ascii="Georgia" w:hAnsi="Georgia" w:cs="Georgia"/>
          <w:b/>
          <w:bCs/>
          <w:sz w:val="32"/>
          <w:szCs w:val="32"/>
        </w:rPr>
      </w:pPr>
    </w:p>
    <w:p w:rsidR="005F4616" w:rsidRDefault="005F4616" w:rsidP="001705E3">
      <w:pPr>
        <w:spacing w:after="0" w:line="240" w:lineRule="auto"/>
        <w:jc w:val="both"/>
        <w:rPr>
          <w:rFonts w:ascii="Georgia" w:hAnsi="Georgia" w:cs="Georgia"/>
          <w:sz w:val="24"/>
          <w:szCs w:val="24"/>
        </w:rPr>
      </w:pPr>
      <w:r>
        <w:rPr>
          <w:rFonts w:ascii="Georgia" w:hAnsi="Georgia" w:cs="Georgia"/>
          <w:sz w:val="24"/>
          <w:szCs w:val="24"/>
        </w:rPr>
        <w:t>One common complaint in today’s world is that we are just too busy to find time for the things that we really like to do. We are too consumed by our work hours and then by our responsibilities towards family and society that we get very little time for personal enrichment of any kind. We don’t find time to pursue a hobby, for example, or to go on a holiday or maybe to just go for a walk.</w:t>
      </w:r>
    </w:p>
    <w:p w:rsidR="005F4616" w:rsidRDefault="005F4616" w:rsidP="001705E3">
      <w:pPr>
        <w:spacing w:after="0" w:line="240" w:lineRule="auto"/>
        <w:jc w:val="both"/>
        <w:rPr>
          <w:rFonts w:ascii="Georgia" w:hAnsi="Georgia" w:cs="Georgia"/>
          <w:sz w:val="24"/>
          <w:szCs w:val="24"/>
        </w:rPr>
      </w:pPr>
    </w:p>
    <w:p w:rsidR="005F4616" w:rsidRDefault="005F4616" w:rsidP="001705E3">
      <w:pPr>
        <w:spacing w:after="0" w:line="240" w:lineRule="auto"/>
        <w:jc w:val="both"/>
        <w:rPr>
          <w:rFonts w:ascii="Georgia" w:hAnsi="Georgia" w:cs="Georgia"/>
          <w:sz w:val="24"/>
          <w:szCs w:val="24"/>
        </w:rPr>
      </w:pPr>
      <w:r>
        <w:rPr>
          <w:rFonts w:ascii="Georgia" w:hAnsi="Georgia" w:cs="Georgia"/>
          <w:sz w:val="24"/>
          <w:szCs w:val="24"/>
        </w:rPr>
        <w:t>However, if we managed things in a better way, we could be able to find time for the things that we like to do. It is all about proper management.</w:t>
      </w:r>
    </w:p>
    <w:p w:rsidR="005F4616" w:rsidRDefault="005F4616" w:rsidP="001705E3">
      <w:pPr>
        <w:spacing w:after="0" w:line="240" w:lineRule="auto"/>
        <w:jc w:val="both"/>
        <w:rPr>
          <w:rFonts w:ascii="Georgia" w:hAnsi="Georgia" w:cs="Georgia"/>
          <w:sz w:val="24"/>
          <w:szCs w:val="24"/>
        </w:rPr>
      </w:pPr>
    </w:p>
    <w:p w:rsidR="005F4616" w:rsidRDefault="005F4616" w:rsidP="001705E3">
      <w:pPr>
        <w:spacing w:after="0" w:line="240" w:lineRule="auto"/>
        <w:jc w:val="both"/>
        <w:rPr>
          <w:rFonts w:ascii="Georgia" w:hAnsi="Georgia" w:cs="Georgia"/>
          <w:sz w:val="24"/>
          <w:szCs w:val="24"/>
        </w:rPr>
      </w:pPr>
      <w:r>
        <w:rPr>
          <w:rFonts w:ascii="Georgia" w:hAnsi="Georgia" w:cs="Georgia"/>
          <w:b/>
          <w:bCs/>
          <w:i/>
          <w:iCs/>
          <w:sz w:val="24"/>
          <w:szCs w:val="24"/>
        </w:rPr>
        <w:t>Set Priorities</w:t>
      </w:r>
    </w:p>
    <w:p w:rsidR="005F4616" w:rsidRDefault="005F4616" w:rsidP="001705E3">
      <w:pPr>
        <w:spacing w:after="0" w:line="240" w:lineRule="auto"/>
        <w:jc w:val="both"/>
        <w:rPr>
          <w:rFonts w:ascii="Georgia" w:hAnsi="Georgia" w:cs="Georgia"/>
          <w:sz w:val="24"/>
          <w:szCs w:val="24"/>
        </w:rPr>
      </w:pPr>
    </w:p>
    <w:p w:rsidR="005F4616" w:rsidRDefault="005F4616" w:rsidP="001705E3">
      <w:pPr>
        <w:spacing w:after="0" w:line="240" w:lineRule="auto"/>
        <w:jc w:val="both"/>
        <w:rPr>
          <w:rFonts w:ascii="Georgia" w:hAnsi="Georgia" w:cs="Georgia"/>
          <w:sz w:val="24"/>
          <w:szCs w:val="24"/>
        </w:rPr>
      </w:pPr>
      <w:r>
        <w:rPr>
          <w:rFonts w:ascii="Georgia" w:hAnsi="Georgia" w:cs="Georgia"/>
          <w:sz w:val="24"/>
          <w:szCs w:val="24"/>
        </w:rPr>
        <w:t>What are the most important things for you? Yes, you need to be good at your job and your wife and children need you, but don’t you have a responsibility towards yourself as well? We are not asking you to become selfish, but when you are spending the better part of your day at work and a significant amount of time each day performing your various other obligations, shouldn’t you spare an hour or two at least once every two days for your personal gratification? Remember that improving self is extremely vital.</w:t>
      </w:r>
    </w:p>
    <w:p w:rsidR="005F4616" w:rsidRDefault="005F4616" w:rsidP="001705E3">
      <w:pPr>
        <w:spacing w:after="0" w:line="240" w:lineRule="auto"/>
        <w:jc w:val="both"/>
        <w:rPr>
          <w:rFonts w:ascii="Georgia" w:hAnsi="Georgia" w:cs="Georgia"/>
          <w:sz w:val="24"/>
          <w:szCs w:val="24"/>
        </w:rPr>
      </w:pPr>
    </w:p>
    <w:p w:rsidR="005F4616" w:rsidRDefault="005F4616" w:rsidP="001705E3">
      <w:pPr>
        <w:spacing w:after="0" w:line="240" w:lineRule="auto"/>
        <w:jc w:val="both"/>
        <w:rPr>
          <w:rFonts w:ascii="Georgia" w:hAnsi="Georgia" w:cs="Georgia"/>
          <w:sz w:val="24"/>
          <w:szCs w:val="24"/>
        </w:rPr>
      </w:pPr>
      <w:r>
        <w:rPr>
          <w:rFonts w:ascii="Georgia" w:hAnsi="Georgia" w:cs="Georgia"/>
          <w:b/>
          <w:bCs/>
          <w:i/>
          <w:iCs/>
          <w:sz w:val="24"/>
          <w:szCs w:val="24"/>
        </w:rPr>
        <w:t>What Is It You Would Like to Do?</w:t>
      </w:r>
    </w:p>
    <w:p w:rsidR="005F4616" w:rsidRDefault="005F4616" w:rsidP="001705E3">
      <w:pPr>
        <w:spacing w:after="0" w:line="240" w:lineRule="auto"/>
        <w:jc w:val="both"/>
        <w:rPr>
          <w:rFonts w:ascii="Georgia" w:hAnsi="Georgia" w:cs="Georgia"/>
          <w:sz w:val="24"/>
          <w:szCs w:val="24"/>
        </w:rPr>
      </w:pPr>
    </w:p>
    <w:p w:rsidR="005F4616" w:rsidRDefault="005F4616" w:rsidP="001705E3">
      <w:pPr>
        <w:spacing w:after="0" w:line="240" w:lineRule="auto"/>
        <w:jc w:val="both"/>
        <w:rPr>
          <w:rFonts w:ascii="Georgia" w:hAnsi="Georgia" w:cs="Georgia"/>
          <w:sz w:val="24"/>
          <w:szCs w:val="24"/>
        </w:rPr>
      </w:pPr>
      <w:r>
        <w:rPr>
          <w:rFonts w:ascii="Georgia" w:hAnsi="Georgia" w:cs="Georgia"/>
          <w:sz w:val="24"/>
          <w:szCs w:val="24"/>
        </w:rPr>
        <w:t>Decide what you want to do with the time you get for yourself. Are you going to enrich it in some way? You may be planning to do something creative or just thinking of entertaining your mind so that you become more productive. When you know what you are going to do with your time, that in itself becomes an incentive. For instance, if you think that you will watch a movie when you are free, the movie itself becomes the incentive. You work faster so that you make sure to free up some time to watch it.</w:t>
      </w:r>
    </w:p>
    <w:p w:rsidR="005F4616" w:rsidRDefault="005F4616" w:rsidP="009D40A2">
      <w:pPr>
        <w:spacing w:after="0" w:line="240" w:lineRule="auto"/>
        <w:jc w:val="both"/>
        <w:rPr>
          <w:rFonts w:ascii="Georgia" w:hAnsi="Georgia" w:cs="Georgia"/>
          <w:sz w:val="24"/>
          <w:szCs w:val="24"/>
        </w:rPr>
      </w:pPr>
    </w:p>
    <w:p w:rsidR="005F4616" w:rsidRDefault="005F4616" w:rsidP="009D40A2">
      <w:pPr>
        <w:spacing w:after="0" w:line="240" w:lineRule="auto"/>
        <w:jc w:val="both"/>
        <w:rPr>
          <w:rFonts w:ascii="Georgia" w:hAnsi="Georgia" w:cs="Georgia"/>
          <w:sz w:val="24"/>
          <w:szCs w:val="24"/>
        </w:rPr>
      </w:pPr>
      <w:r>
        <w:rPr>
          <w:rFonts w:ascii="Georgia" w:hAnsi="Georgia" w:cs="Georgia"/>
          <w:b/>
          <w:bCs/>
          <w:i/>
          <w:iCs/>
          <w:sz w:val="24"/>
          <w:szCs w:val="24"/>
        </w:rPr>
        <w:t>Make a Commitment</w:t>
      </w:r>
    </w:p>
    <w:p w:rsidR="005F4616" w:rsidRDefault="005F4616" w:rsidP="009D40A2">
      <w:pPr>
        <w:spacing w:after="0" w:line="240" w:lineRule="auto"/>
        <w:jc w:val="both"/>
        <w:rPr>
          <w:rFonts w:ascii="Georgia" w:hAnsi="Georgia" w:cs="Georgia"/>
          <w:sz w:val="24"/>
          <w:szCs w:val="24"/>
        </w:rPr>
      </w:pPr>
    </w:p>
    <w:p w:rsidR="005F4616" w:rsidRDefault="005F4616" w:rsidP="009D40A2">
      <w:pPr>
        <w:spacing w:after="0" w:line="240" w:lineRule="auto"/>
        <w:jc w:val="both"/>
        <w:rPr>
          <w:rFonts w:ascii="Georgia" w:hAnsi="Georgia" w:cs="Georgia"/>
          <w:sz w:val="24"/>
          <w:szCs w:val="24"/>
        </w:rPr>
      </w:pPr>
      <w:r>
        <w:rPr>
          <w:rFonts w:ascii="Georgia" w:hAnsi="Georgia" w:cs="Georgia"/>
          <w:sz w:val="24"/>
          <w:szCs w:val="24"/>
        </w:rPr>
        <w:t>Just as you commit to perform all your other jobs, make a commitment to yourself as well. Commit that you will spend 1 hour each day on enriching yourself. This time could be when you return home from your office and want to just relax, or an hour before going to be or an hour in the early morning. But, promise to yourself that you will spend an hour on self-improvement and stick to that religiously.</w:t>
      </w:r>
    </w:p>
    <w:p w:rsidR="005F4616" w:rsidRDefault="005F4616" w:rsidP="009D40A2">
      <w:pPr>
        <w:spacing w:after="0" w:line="240" w:lineRule="auto"/>
        <w:jc w:val="both"/>
        <w:rPr>
          <w:rFonts w:ascii="Georgia" w:hAnsi="Georgia" w:cs="Georgia"/>
          <w:sz w:val="24"/>
          <w:szCs w:val="24"/>
        </w:rPr>
      </w:pPr>
    </w:p>
    <w:p w:rsidR="005F4616" w:rsidRDefault="005F4616" w:rsidP="009D40A2">
      <w:pPr>
        <w:spacing w:after="0" w:line="240" w:lineRule="auto"/>
        <w:jc w:val="both"/>
        <w:rPr>
          <w:rFonts w:ascii="Georgia" w:hAnsi="Georgia" w:cs="Georgia"/>
          <w:sz w:val="24"/>
          <w:szCs w:val="24"/>
        </w:rPr>
      </w:pPr>
      <w:r>
        <w:rPr>
          <w:rFonts w:ascii="Georgia" w:hAnsi="Georgia" w:cs="Georgia"/>
          <w:b/>
          <w:bCs/>
          <w:i/>
          <w:iCs/>
          <w:sz w:val="24"/>
          <w:szCs w:val="24"/>
        </w:rPr>
        <w:t>Ask Others</w:t>
      </w:r>
    </w:p>
    <w:p w:rsidR="005F4616" w:rsidRDefault="005F4616" w:rsidP="009D40A2">
      <w:pPr>
        <w:spacing w:after="0" w:line="240" w:lineRule="auto"/>
        <w:jc w:val="both"/>
        <w:rPr>
          <w:rFonts w:ascii="Georgia" w:hAnsi="Georgia" w:cs="Georgia"/>
          <w:sz w:val="24"/>
          <w:szCs w:val="24"/>
        </w:rPr>
      </w:pPr>
    </w:p>
    <w:p w:rsidR="005F4616" w:rsidRDefault="005F4616" w:rsidP="00A84067">
      <w:pPr>
        <w:spacing w:after="0" w:line="240" w:lineRule="auto"/>
        <w:jc w:val="both"/>
      </w:pPr>
      <w:r>
        <w:rPr>
          <w:rFonts w:ascii="Georgia" w:hAnsi="Georgia" w:cs="Georgia"/>
          <w:sz w:val="24"/>
          <w:szCs w:val="24"/>
        </w:rPr>
        <w:t>Ask people you trust what changes they want to see in you. Ask them what they think you are good at. These are people you trust, people who don’t have any ulterior motives when they are talking with you. They will tell you the truth about what they want you to do. They will tell you to improve on your talents, to spend time for yourself and do what you are best at. When you find people telling you such things, you start making a conscious effort to spend time on yourself.</w:t>
      </w:r>
      <w:bookmarkStart w:id="0" w:name="_GoBack"/>
      <w:bookmarkEnd w:id="0"/>
    </w:p>
    <w:sectPr w:rsidR="005F4616" w:rsidSect="00922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05E3"/>
    <w:rsid w:val="000243B3"/>
    <w:rsid w:val="00094826"/>
    <w:rsid w:val="00101045"/>
    <w:rsid w:val="001144D5"/>
    <w:rsid w:val="0016789C"/>
    <w:rsid w:val="001705E3"/>
    <w:rsid w:val="001928C5"/>
    <w:rsid w:val="001D205D"/>
    <w:rsid w:val="0022456D"/>
    <w:rsid w:val="002B6FA4"/>
    <w:rsid w:val="002C6555"/>
    <w:rsid w:val="003020DE"/>
    <w:rsid w:val="00304AE8"/>
    <w:rsid w:val="003B4C39"/>
    <w:rsid w:val="00401B93"/>
    <w:rsid w:val="00467C2E"/>
    <w:rsid w:val="00472068"/>
    <w:rsid w:val="00472BCD"/>
    <w:rsid w:val="0048602E"/>
    <w:rsid w:val="005338AF"/>
    <w:rsid w:val="005D28CB"/>
    <w:rsid w:val="005E4252"/>
    <w:rsid w:val="005F4616"/>
    <w:rsid w:val="006A3D2D"/>
    <w:rsid w:val="006B0315"/>
    <w:rsid w:val="006D3207"/>
    <w:rsid w:val="006D7FFA"/>
    <w:rsid w:val="00731420"/>
    <w:rsid w:val="00732CE8"/>
    <w:rsid w:val="00743439"/>
    <w:rsid w:val="007C026E"/>
    <w:rsid w:val="007E21EB"/>
    <w:rsid w:val="008023B5"/>
    <w:rsid w:val="008470D5"/>
    <w:rsid w:val="00851F3B"/>
    <w:rsid w:val="00866A50"/>
    <w:rsid w:val="008A08DF"/>
    <w:rsid w:val="008A2A63"/>
    <w:rsid w:val="008F1E07"/>
    <w:rsid w:val="00922DBF"/>
    <w:rsid w:val="009429F9"/>
    <w:rsid w:val="00943F5D"/>
    <w:rsid w:val="00956B8C"/>
    <w:rsid w:val="0096361D"/>
    <w:rsid w:val="009D40A2"/>
    <w:rsid w:val="00A04670"/>
    <w:rsid w:val="00A5414B"/>
    <w:rsid w:val="00A84067"/>
    <w:rsid w:val="00B55160"/>
    <w:rsid w:val="00C60BBD"/>
    <w:rsid w:val="00C6410C"/>
    <w:rsid w:val="00CA43CF"/>
    <w:rsid w:val="00CF4028"/>
    <w:rsid w:val="00D01B19"/>
    <w:rsid w:val="00D2229D"/>
    <w:rsid w:val="00D75E89"/>
    <w:rsid w:val="00DE12C5"/>
    <w:rsid w:val="00E227D8"/>
    <w:rsid w:val="00E5216F"/>
    <w:rsid w:val="00E52AB6"/>
    <w:rsid w:val="00F025B6"/>
    <w:rsid w:val="00F42A23"/>
    <w:rsid w:val="00FE4E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5E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89</TotalTime>
  <Pages>1</Pages>
  <Words>386</Words>
  <Characters>2205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Teri</cp:lastModifiedBy>
  <cp:revision>2</cp:revision>
  <dcterms:created xsi:type="dcterms:W3CDTF">2011-01-23T07:59:00Z</dcterms:created>
  <dcterms:modified xsi:type="dcterms:W3CDTF">2011-01-24T13:03:00Z</dcterms:modified>
</cp:coreProperties>
</file>